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279" w:rsidRPr="00F52186" w:rsidRDefault="00843279" w:rsidP="00271845">
      <w:pPr>
        <w:jc w:val="right"/>
        <w:rPr>
          <w:lang w:val="uk-UA"/>
        </w:rPr>
      </w:pPr>
      <w:r w:rsidRPr="00F52186">
        <w:rPr>
          <w:lang w:val="uk-UA"/>
        </w:rPr>
        <w:t>Додаток 1</w:t>
      </w:r>
    </w:p>
    <w:p w:rsidR="00843279" w:rsidRPr="00F52186" w:rsidRDefault="00843279" w:rsidP="00271845">
      <w:pPr>
        <w:ind w:firstLine="567"/>
        <w:jc w:val="right"/>
        <w:rPr>
          <w:lang w:val="uk-UA"/>
        </w:rPr>
      </w:pPr>
      <w:r w:rsidRPr="00F52186">
        <w:rPr>
          <w:lang w:val="uk-UA"/>
        </w:rPr>
        <w:t>до реєстраційного посвідчення АА-09876-03</w:t>
      </w:r>
      <w:r w:rsidRPr="00F52186">
        <w:t>-</w:t>
      </w:r>
      <w:r w:rsidRPr="00F52186">
        <w:rPr>
          <w:lang w:val="uk-UA"/>
        </w:rPr>
        <w:t>25</w:t>
      </w:r>
    </w:p>
    <w:p w:rsidR="00843279" w:rsidRPr="00F52186" w:rsidRDefault="00843279" w:rsidP="00161168">
      <w:pPr>
        <w:ind w:firstLine="567"/>
        <w:jc w:val="center"/>
        <w:rPr>
          <w:b/>
          <w:lang w:val="uk-UA"/>
        </w:rPr>
      </w:pPr>
    </w:p>
    <w:p w:rsidR="00843279" w:rsidRPr="00F52186" w:rsidRDefault="00843279" w:rsidP="00161168">
      <w:pPr>
        <w:ind w:firstLine="567"/>
        <w:jc w:val="center"/>
        <w:rPr>
          <w:b/>
          <w:lang w:val="uk-UA"/>
        </w:rPr>
      </w:pPr>
    </w:p>
    <w:p w:rsidR="00843279" w:rsidRPr="00F52186" w:rsidRDefault="00843279" w:rsidP="00161168">
      <w:pPr>
        <w:ind w:firstLine="567"/>
        <w:jc w:val="center"/>
        <w:rPr>
          <w:b/>
          <w:lang w:val="uk-UA"/>
        </w:rPr>
      </w:pPr>
      <w:r w:rsidRPr="00F52186">
        <w:rPr>
          <w:b/>
          <w:lang w:val="uk-UA"/>
        </w:rPr>
        <w:t>Коротка характеристика препарату</w:t>
      </w:r>
    </w:p>
    <w:p w:rsidR="00843279" w:rsidRPr="00F52186" w:rsidRDefault="00843279" w:rsidP="00161168">
      <w:pPr>
        <w:ind w:firstLine="567"/>
        <w:rPr>
          <w:lang w:val="uk-UA"/>
        </w:rPr>
      </w:pPr>
    </w:p>
    <w:p w:rsidR="00843279" w:rsidRPr="00F52186" w:rsidRDefault="00843279" w:rsidP="00161168">
      <w:pPr>
        <w:ind w:firstLine="567"/>
        <w:rPr>
          <w:b/>
          <w:lang w:val="uk-UA"/>
        </w:rPr>
      </w:pPr>
      <w:r w:rsidRPr="00F52186">
        <w:rPr>
          <w:b/>
          <w:lang w:val="uk-UA"/>
        </w:rPr>
        <w:t>1. Назва</w:t>
      </w:r>
    </w:p>
    <w:p w:rsidR="00843279" w:rsidRPr="00F52186" w:rsidRDefault="00843279" w:rsidP="00161168">
      <w:pPr>
        <w:ind w:firstLine="567"/>
        <w:rPr>
          <w:b/>
          <w:lang w:val="uk-UA"/>
        </w:rPr>
      </w:pPr>
      <w:r w:rsidRPr="00F52186">
        <w:t>КІЛКОКС ЕКСТРА</w:t>
      </w:r>
      <w:r w:rsidRPr="00F52186">
        <w:rPr>
          <w:b/>
          <w:lang w:val="uk-UA"/>
        </w:rPr>
        <w:t xml:space="preserve"> </w:t>
      </w:r>
    </w:p>
    <w:p w:rsidR="00843279" w:rsidRPr="00F52186" w:rsidRDefault="00843279" w:rsidP="00161168">
      <w:pPr>
        <w:ind w:firstLine="567"/>
        <w:rPr>
          <w:b/>
          <w:lang w:val="uk-UA"/>
        </w:rPr>
      </w:pPr>
      <w:r w:rsidRPr="00F52186">
        <w:rPr>
          <w:b/>
          <w:lang w:val="uk-UA"/>
        </w:rPr>
        <w:t xml:space="preserve">2. Склад </w:t>
      </w:r>
    </w:p>
    <w:p w:rsidR="00843279" w:rsidRPr="00F52186" w:rsidRDefault="00843279" w:rsidP="00161168">
      <w:pPr>
        <w:ind w:firstLine="567"/>
        <w:rPr>
          <w:lang w:val="uk-UA"/>
        </w:rPr>
      </w:pPr>
      <w:r w:rsidRPr="00F52186">
        <w:rPr>
          <w:lang w:val="uk-UA"/>
        </w:rPr>
        <w:t>100 мл препарату містять діючі речовини (%):</w:t>
      </w:r>
    </w:p>
    <w:p w:rsidR="00843279" w:rsidRPr="00F52186" w:rsidRDefault="00843279" w:rsidP="00161168">
      <w:pPr>
        <w:ind w:firstLine="567"/>
        <w:rPr>
          <w:lang w:val="uk-UA"/>
        </w:rPr>
      </w:pPr>
      <w:r w:rsidRPr="00F52186">
        <w:rPr>
          <w:lang w:val="uk-UA"/>
        </w:rPr>
        <w:t>парахлорметакрезол</w:t>
      </w:r>
      <w:r w:rsidRPr="00F52186">
        <w:rPr>
          <w:lang w:val="uk-UA"/>
        </w:rPr>
        <w:tab/>
      </w:r>
      <w:r w:rsidRPr="00F52186">
        <w:rPr>
          <w:lang w:val="uk-UA"/>
        </w:rPr>
        <w:tab/>
      </w:r>
      <w:r w:rsidRPr="00F52186">
        <w:rPr>
          <w:lang w:val="uk-UA"/>
        </w:rPr>
        <w:tab/>
        <w:t>- 10,0;</w:t>
      </w:r>
    </w:p>
    <w:p w:rsidR="00843279" w:rsidRPr="00F52186" w:rsidRDefault="00843279" w:rsidP="00161168">
      <w:pPr>
        <w:ind w:firstLine="567"/>
        <w:rPr>
          <w:lang w:val="uk-UA"/>
        </w:rPr>
      </w:pPr>
      <w:r w:rsidRPr="00F52186">
        <w:rPr>
          <w:lang w:val="uk-UA"/>
        </w:rPr>
        <w:t>глутаровий альдегід</w:t>
      </w:r>
      <w:r w:rsidRPr="00F52186">
        <w:rPr>
          <w:lang w:val="uk-UA"/>
        </w:rPr>
        <w:tab/>
      </w:r>
      <w:r w:rsidRPr="00F52186">
        <w:rPr>
          <w:lang w:val="uk-UA"/>
        </w:rPr>
        <w:tab/>
      </w:r>
      <w:r w:rsidRPr="00F52186">
        <w:rPr>
          <w:lang w:val="uk-UA"/>
        </w:rPr>
        <w:tab/>
        <w:t>- 15,0;</w:t>
      </w:r>
    </w:p>
    <w:p w:rsidR="00843279" w:rsidRPr="00F52186" w:rsidRDefault="00843279" w:rsidP="00161168">
      <w:pPr>
        <w:ind w:firstLine="567"/>
        <w:rPr>
          <w:lang w:val="uk-UA"/>
        </w:rPr>
      </w:pPr>
      <w:r w:rsidRPr="00F52186">
        <w:rPr>
          <w:lang w:val="uk-UA"/>
        </w:rPr>
        <w:t>бензалконію хлорид</w:t>
      </w:r>
      <w:r w:rsidRPr="00F52186">
        <w:rPr>
          <w:lang w:val="uk-UA"/>
        </w:rPr>
        <w:tab/>
      </w:r>
      <w:r w:rsidRPr="00F52186">
        <w:rPr>
          <w:lang w:val="uk-UA"/>
        </w:rPr>
        <w:tab/>
      </w:r>
      <w:r w:rsidRPr="00F52186">
        <w:rPr>
          <w:lang w:val="uk-UA"/>
        </w:rPr>
        <w:tab/>
        <w:t>- 10,0.</w:t>
      </w:r>
    </w:p>
    <w:p w:rsidR="00843279" w:rsidRPr="00F52186" w:rsidRDefault="00843279" w:rsidP="00161168">
      <w:pPr>
        <w:ind w:firstLine="567"/>
        <w:rPr>
          <w:lang w:val="uk-UA"/>
        </w:rPr>
      </w:pPr>
      <w:r w:rsidRPr="00F52186">
        <w:rPr>
          <w:lang w:val="uk-UA"/>
        </w:rPr>
        <w:t>Допоміжні речовини: поліетиленгліколь 400, вода.</w:t>
      </w:r>
    </w:p>
    <w:p w:rsidR="00843279" w:rsidRPr="00F52186" w:rsidRDefault="00843279" w:rsidP="00161168">
      <w:pPr>
        <w:ind w:firstLine="567"/>
        <w:jc w:val="both"/>
        <w:rPr>
          <w:b/>
          <w:lang w:val="uk-UA"/>
        </w:rPr>
      </w:pPr>
      <w:r w:rsidRPr="00F52186">
        <w:rPr>
          <w:b/>
          <w:lang w:val="uk-UA"/>
        </w:rPr>
        <w:t>3. Фармацевтична форма</w:t>
      </w:r>
    </w:p>
    <w:p w:rsidR="00843279" w:rsidRPr="00F52186" w:rsidRDefault="00843279" w:rsidP="00161168">
      <w:pPr>
        <w:ind w:firstLine="567"/>
        <w:rPr>
          <w:lang w:val="uk-UA"/>
        </w:rPr>
      </w:pPr>
      <w:r w:rsidRPr="00F52186">
        <w:rPr>
          <w:lang w:val="uk-UA"/>
        </w:rPr>
        <w:t>Розчин для дезінфекції.</w:t>
      </w:r>
    </w:p>
    <w:p w:rsidR="00843279" w:rsidRPr="00F52186" w:rsidRDefault="00843279" w:rsidP="00161168">
      <w:pPr>
        <w:ind w:firstLine="567"/>
        <w:rPr>
          <w:b/>
          <w:lang w:val="uk-UA"/>
        </w:rPr>
      </w:pPr>
      <w:r w:rsidRPr="00F52186">
        <w:rPr>
          <w:b/>
          <w:lang w:val="uk-UA"/>
        </w:rPr>
        <w:t xml:space="preserve">4. Фармакологічні властивості </w:t>
      </w:r>
    </w:p>
    <w:p w:rsidR="00843279" w:rsidRPr="00F52186" w:rsidRDefault="00843279" w:rsidP="00161168">
      <w:pPr>
        <w:pStyle w:val="BodyText3"/>
        <w:spacing w:after="0"/>
        <w:ind w:firstLine="567"/>
        <w:jc w:val="both"/>
        <w:rPr>
          <w:sz w:val="24"/>
          <w:szCs w:val="24"/>
          <w:lang w:val="uk-UA"/>
        </w:rPr>
      </w:pPr>
      <w:r w:rsidRPr="00F52186">
        <w:rPr>
          <w:sz w:val="24"/>
          <w:szCs w:val="24"/>
          <w:lang w:val="uk-UA"/>
        </w:rPr>
        <w:t>АТС – vet класифікаційний код: QV07AV - Технічні дезінфектанти.</w:t>
      </w:r>
    </w:p>
    <w:p w:rsidR="00843279" w:rsidRPr="00F52186" w:rsidRDefault="00843279" w:rsidP="00161168">
      <w:pPr>
        <w:ind w:firstLine="567"/>
        <w:jc w:val="both"/>
        <w:rPr>
          <w:lang w:val="uk-UA"/>
        </w:rPr>
      </w:pPr>
      <w:r w:rsidRPr="00F52186">
        <w:rPr>
          <w:lang w:val="uk-UA"/>
        </w:rPr>
        <w:t>Препарат має активну бактерицидну дію по відношенню до грампозитивних та грамнегативних бактерій (</w:t>
      </w:r>
      <w:r w:rsidRPr="00F52186">
        <w:rPr>
          <w:i/>
          <w:lang w:val="uk-UA"/>
        </w:rPr>
        <w:t xml:space="preserve">Staphylococcus aureus, Streptococcus pyogenes, Pseudomonas aeruginosa, Proteus vulqaris, </w:t>
      </w:r>
      <w:r w:rsidRPr="00F52186">
        <w:rPr>
          <w:i/>
          <w:iCs/>
          <w:lang w:val="en-US"/>
        </w:rPr>
        <w:t>Proteus</w:t>
      </w:r>
      <w:r w:rsidRPr="00F52186">
        <w:rPr>
          <w:i/>
          <w:iCs/>
          <w:lang w:val="uk-UA"/>
        </w:rPr>
        <w:t xml:space="preserve"> </w:t>
      </w:r>
      <w:r w:rsidRPr="00F52186">
        <w:rPr>
          <w:i/>
          <w:iCs/>
          <w:lang w:val="en-US"/>
        </w:rPr>
        <w:t>hausen</w:t>
      </w:r>
      <w:r w:rsidRPr="00F52186">
        <w:rPr>
          <w:i/>
          <w:iCs/>
          <w:lang w:val="uk-UA"/>
        </w:rPr>
        <w:t>,</w:t>
      </w:r>
      <w:r w:rsidRPr="00F52186">
        <w:rPr>
          <w:i/>
          <w:lang w:val="uk-UA"/>
        </w:rPr>
        <w:t xml:space="preserve"> E.</w:t>
      </w:r>
      <w:r w:rsidRPr="00F52186">
        <w:rPr>
          <w:i/>
          <w:lang w:val="fr-FR"/>
        </w:rPr>
        <w:t> </w:t>
      </w:r>
      <w:r w:rsidRPr="00F52186">
        <w:rPr>
          <w:i/>
          <w:lang w:val="uk-UA"/>
        </w:rPr>
        <w:t>coli, Klebsiella pneumonia, Salmonella typhymurium, Enteroccocus</w:t>
      </w:r>
      <w:r w:rsidRPr="00F52186">
        <w:rPr>
          <w:lang w:val="uk-UA"/>
        </w:rPr>
        <w:t xml:space="preserve"> </w:t>
      </w:r>
      <w:r w:rsidRPr="00F52186">
        <w:rPr>
          <w:i/>
          <w:lang w:val="uk-UA"/>
        </w:rPr>
        <w:t xml:space="preserve">hirae </w:t>
      </w:r>
      <w:r w:rsidRPr="00F52186">
        <w:rPr>
          <w:lang w:val="uk-UA"/>
        </w:rPr>
        <w:t>та інші), проявляє віруліцидні (</w:t>
      </w:r>
      <w:r w:rsidRPr="00F52186">
        <w:rPr>
          <w:i/>
          <w:iCs/>
          <w:lang w:val="fr-FR"/>
        </w:rPr>
        <w:t>ECBO</w:t>
      </w:r>
      <w:r w:rsidRPr="00F52186">
        <w:rPr>
          <w:lang w:val="uk-UA"/>
        </w:rPr>
        <w:t>) та фунгіцидні (</w:t>
      </w:r>
      <w:r w:rsidRPr="00F52186">
        <w:rPr>
          <w:i/>
          <w:lang w:val="uk-UA"/>
        </w:rPr>
        <w:t xml:space="preserve">Penicillium verrucosum, Aspergillus fumigatus, Aspergillus Brasiliensis, </w:t>
      </w:r>
      <w:r w:rsidRPr="00F52186">
        <w:rPr>
          <w:i/>
          <w:iCs/>
          <w:lang w:val="en-US"/>
        </w:rPr>
        <w:t>Aspergillus</w:t>
      </w:r>
      <w:r w:rsidRPr="00F52186">
        <w:rPr>
          <w:i/>
          <w:iCs/>
          <w:lang w:val="uk-UA"/>
        </w:rPr>
        <w:t xml:space="preserve"> </w:t>
      </w:r>
      <w:r w:rsidRPr="00F52186">
        <w:rPr>
          <w:i/>
          <w:iCs/>
          <w:lang w:val="en-US"/>
        </w:rPr>
        <w:t>niger</w:t>
      </w:r>
      <w:r w:rsidRPr="00F52186">
        <w:rPr>
          <w:i/>
          <w:iCs/>
          <w:lang w:val="uk-UA"/>
        </w:rPr>
        <w:t>,</w:t>
      </w:r>
      <w:r w:rsidRPr="00F52186">
        <w:rPr>
          <w:i/>
          <w:lang w:val="uk-UA"/>
        </w:rPr>
        <w:t xml:space="preserve"> Candida albicans,  Cladosporium cladosporoides</w:t>
      </w:r>
      <w:r w:rsidRPr="00F52186">
        <w:rPr>
          <w:lang w:val="uk-UA"/>
        </w:rPr>
        <w:t>) властивості.</w:t>
      </w:r>
    </w:p>
    <w:p w:rsidR="00843279" w:rsidRPr="00F52186" w:rsidRDefault="00843279" w:rsidP="00161168">
      <w:pPr>
        <w:ind w:firstLine="567"/>
        <w:jc w:val="both"/>
        <w:rPr>
          <w:i/>
          <w:lang w:val="uk-UA"/>
        </w:rPr>
      </w:pPr>
      <w:r w:rsidRPr="00F52186">
        <w:rPr>
          <w:lang w:val="uk-UA"/>
        </w:rPr>
        <w:t>Препарат високоефективний по відношенню до еймерій та їх ооцист (</w:t>
      </w:r>
      <w:r w:rsidRPr="00F52186">
        <w:rPr>
          <w:i/>
          <w:lang w:val="uk-UA"/>
        </w:rPr>
        <w:t>Eimeria acervulina, Eimeria brunetti, Eimeria necatrix, Eimeria mitis, Eimeria adenoides, Eimeria meleagrimitis, Eimeria anceris, Eimeria truncate).</w:t>
      </w:r>
    </w:p>
    <w:p w:rsidR="00843279" w:rsidRPr="00F52186" w:rsidRDefault="00843279" w:rsidP="00161168">
      <w:pPr>
        <w:ind w:firstLine="567"/>
        <w:jc w:val="both"/>
        <w:rPr>
          <w:b/>
          <w:lang w:val="uk-UA"/>
        </w:rPr>
      </w:pPr>
      <w:r w:rsidRPr="00F52186">
        <w:rPr>
          <w:b/>
          <w:lang w:val="uk-UA"/>
        </w:rPr>
        <w:t>5. Клінічні особливості</w:t>
      </w:r>
    </w:p>
    <w:p w:rsidR="00843279" w:rsidRPr="00F52186" w:rsidRDefault="00843279" w:rsidP="00161168">
      <w:pPr>
        <w:ind w:firstLine="567"/>
        <w:jc w:val="both"/>
        <w:rPr>
          <w:b/>
          <w:lang w:val="uk-UA"/>
        </w:rPr>
      </w:pPr>
      <w:r w:rsidRPr="00F52186">
        <w:rPr>
          <w:b/>
          <w:lang w:val="uk-UA"/>
        </w:rPr>
        <w:t>5.1 Вид тварин</w:t>
      </w:r>
    </w:p>
    <w:p w:rsidR="00843279" w:rsidRPr="00F52186" w:rsidRDefault="00843279" w:rsidP="00161168">
      <w:pPr>
        <w:ind w:firstLine="567"/>
        <w:jc w:val="both"/>
        <w:rPr>
          <w:lang w:val="uk-UA"/>
        </w:rPr>
      </w:pPr>
      <w:r w:rsidRPr="00F52186">
        <w:rPr>
          <w:lang w:val="uk-UA"/>
        </w:rPr>
        <w:t>Безпосередньо не стосується.</w:t>
      </w:r>
    </w:p>
    <w:p w:rsidR="00843279" w:rsidRPr="00F52186" w:rsidRDefault="00843279" w:rsidP="00161168">
      <w:pPr>
        <w:ind w:firstLine="567"/>
        <w:jc w:val="both"/>
        <w:rPr>
          <w:b/>
          <w:lang w:val="uk-UA"/>
        </w:rPr>
      </w:pPr>
      <w:r w:rsidRPr="00F52186">
        <w:rPr>
          <w:b/>
          <w:lang w:val="uk-UA"/>
        </w:rPr>
        <w:t>5.2 Показання до застосування</w:t>
      </w:r>
    </w:p>
    <w:p w:rsidR="00843279" w:rsidRPr="00F52186" w:rsidRDefault="00843279" w:rsidP="00161168">
      <w:pPr>
        <w:ind w:firstLine="567"/>
        <w:jc w:val="both"/>
        <w:rPr>
          <w:lang w:val="uk-UA"/>
        </w:rPr>
      </w:pPr>
      <w:r w:rsidRPr="00F52186">
        <w:rPr>
          <w:lang w:val="uk-UA"/>
        </w:rPr>
        <w:t xml:space="preserve">Засіб застосовується для профілактичної та вимушеної дезінфекції та дезінвазії усіх видів тваринницьких і птахівничих приміщень, забійних і м’ясопереробних цехів, поверхонь, приладів, санітарно-технічного обладнання, транспортних засобів, дезбар’єрів та інших об’єктів, які підлягають ветеринарному нагляду. </w:t>
      </w:r>
    </w:p>
    <w:p w:rsidR="00843279" w:rsidRPr="00F52186" w:rsidRDefault="00843279" w:rsidP="00161168">
      <w:pPr>
        <w:ind w:firstLine="567"/>
        <w:jc w:val="both"/>
        <w:rPr>
          <w:b/>
          <w:lang w:val="uk-UA"/>
        </w:rPr>
      </w:pPr>
      <w:r w:rsidRPr="00F52186">
        <w:rPr>
          <w:b/>
          <w:lang w:val="uk-UA"/>
        </w:rPr>
        <w:t>5.3 Протипоказання</w:t>
      </w:r>
    </w:p>
    <w:p w:rsidR="00843279" w:rsidRPr="00F52186" w:rsidRDefault="00843279" w:rsidP="00161168">
      <w:pPr>
        <w:ind w:firstLine="567"/>
        <w:jc w:val="both"/>
        <w:rPr>
          <w:b/>
          <w:lang w:val="uk-UA"/>
        </w:rPr>
      </w:pPr>
      <w:r w:rsidRPr="00F52186">
        <w:rPr>
          <w:lang w:val="uk-UA"/>
        </w:rPr>
        <w:t>Не встановлені.</w:t>
      </w:r>
    </w:p>
    <w:p w:rsidR="00843279" w:rsidRPr="00F52186" w:rsidRDefault="00843279" w:rsidP="00161168">
      <w:pPr>
        <w:ind w:firstLine="567"/>
        <w:jc w:val="both"/>
        <w:rPr>
          <w:b/>
          <w:lang w:val="uk-UA"/>
        </w:rPr>
      </w:pPr>
      <w:r w:rsidRPr="00F52186">
        <w:rPr>
          <w:b/>
          <w:lang w:val="uk-UA"/>
        </w:rPr>
        <w:t>5.4 Побічна дія</w:t>
      </w:r>
    </w:p>
    <w:p w:rsidR="00843279" w:rsidRPr="00F52186" w:rsidRDefault="00843279" w:rsidP="00161168">
      <w:pPr>
        <w:ind w:firstLine="567"/>
        <w:jc w:val="both"/>
        <w:rPr>
          <w:lang w:val="uk-UA"/>
        </w:rPr>
      </w:pPr>
      <w:r w:rsidRPr="00F52186">
        <w:rPr>
          <w:lang w:val="uk-UA"/>
        </w:rPr>
        <w:t>Не виявлена.</w:t>
      </w:r>
    </w:p>
    <w:p w:rsidR="00843279" w:rsidRPr="00F52186" w:rsidRDefault="00843279" w:rsidP="00161168">
      <w:pPr>
        <w:ind w:firstLine="567"/>
        <w:jc w:val="both"/>
        <w:rPr>
          <w:b/>
          <w:lang w:val="uk-UA"/>
        </w:rPr>
      </w:pPr>
      <w:r w:rsidRPr="00F52186">
        <w:rPr>
          <w:b/>
          <w:lang w:val="uk-UA"/>
        </w:rPr>
        <w:t>5.5 Особливі застереження при використанні</w:t>
      </w:r>
    </w:p>
    <w:p w:rsidR="00843279" w:rsidRPr="00F52186" w:rsidRDefault="00843279" w:rsidP="00161168">
      <w:pPr>
        <w:ind w:firstLine="567"/>
        <w:jc w:val="both"/>
        <w:rPr>
          <w:lang w:val="uk-UA"/>
        </w:rPr>
      </w:pPr>
      <w:r w:rsidRPr="00F52186">
        <w:rPr>
          <w:lang w:val="uk-UA"/>
        </w:rPr>
        <w:t xml:space="preserve">Не застосовувати в присутності тварин і птиці. </w:t>
      </w:r>
    </w:p>
    <w:p w:rsidR="00843279" w:rsidRPr="00F52186" w:rsidRDefault="00843279" w:rsidP="00161168">
      <w:pPr>
        <w:ind w:firstLine="567"/>
        <w:rPr>
          <w:lang w:val="uk-UA"/>
        </w:rPr>
      </w:pPr>
      <w:r w:rsidRPr="00F52186">
        <w:rPr>
          <w:lang w:val="uk-UA"/>
        </w:rPr>
        <w:t xml:space="preserve">Обладнання та інвентар, які використовують при годуванні птахів та тварин (годівниці, корита, поїлки тощо) до початку вологої дезінфекції звільняють від залишків кормів та води. Перед повторним використанням їх ополіскують водою. </w:t>
      </w:r>
    </w:p>
    <w:p w:rsidR="00843279" w:rsidRPr="00F52186" w:rsidRDefault="00843279" w:rsidP="00161168">
      <w:pPr>
        <w:ind w:firstLine="567"/>
        <w:jc w:val="both"/>
        <w:rPr>
          <w:lang w:val="uk-UA"/>
        </w:rPr>
      </w:pPr>
      <w:r w:rsidRPr="00F52186">
        <w:rPr>
          <w:lang w:val="uk-UA"/>
        </w:rPr>
        <w:t>В разі необхідності використання приміщення негайно після його обробки, потрібно провітрити приміщення до повного вилучення залишків препарату.</w:t>
      </w:r>
    </w:p>
    <w:p w:rsidR="00843279" w:rsidRPr="00F52186" w:rsidRDefault="00843279" w:rsidP="00161168">
      <w:pPr>
        <w:ind w:firstLine="567"/>
        <w:jc w:val="both"/>
        <w:rPr>
          <w:b/>
          <w:lang w:val="uk-UA"/>
        </w:rPr>
      </w:pPr>
      <w:r w:rsidRPr="00F52186">
        <w:rPr>
          <w:b/>
          <w:lang w:val="uk-UA"/>
        </w:rPr>
        <w:t>5.6 Використання під час вагітності, лактації, несучості</w:t>
      </w:r>
    </w:p>
    <w:p w:rsidR="00843279" w:rsidRPr="00F52186" w:rsidRDefault="00843279" w:rsidP="00161168">
      <w:pPr>
        <w:ind w:firstLine="567"/>
        <w:jc w:val="both"/>
        <w:rPr>
          <w:lang w:val="uk-UA"/>
        </w:rPr>
      </w:pPr>
      <w:r w:rsidRPr="00F52186">
        <w:rPr>
          <w:lang w:val="uk-UA"/>
        </w:rPr>
        <w:t>Не стосується.</w:t>
      </w:r>
    </w:p>
    <w:p w:rsidR="00843279" w:rsidRPr="00F52186" w:rsidRDefault="00843279" w:rsidP="00161168">
      <w:pPr>
        <w:ind w:firstLine="567"/>
        <w:jc w:val="both"/>
        <w:rPr>
          <w:b/>
          <w:lang w:val="uk-UA"/>
        </w:rPr>
      </w:pPr>
      <w:r w:rsidRPr="00F52186">
        <w:rPr>
          <w:b/>
          <w:lang w:val="uk-UA"/>
        </w:rPr>
        <w:t>5.7 Взаємодія з іншими засобами та інші форми взаємодії</w:t>
      </w:r>
    </w:p>
    <w:p w:rsidR="00843279" w:rsidRPr="00F52186" w:rsidRDefault="00843279" w:rsidP="00161168">
      <w:pPr>
        <w:ind w:firstLine="567"/>
        <w:jc w:val="both"/>
        <w:rPr>
          <w:lang w:val="uk-UA"/>
        </w:rPr>
      </w:pPr>
      <w:r w:rsidRPr="00F52186">
        <w:rPr>
          <w:lang w:val="uk-UA"/>
        </w:rPr>
        <w:t xml:space="preserve">Не має. </w:t>
      </w:r>
    </w:p>
    <w:p w:rsidR="00843279" w:rsidRPr="00F52186" w:rsidRDefault="00843279" w:rsidP="00161168">
      <w:pPr>
        <w:ind w:firstLine="567"/>
        <w:jc w:val="both"/>
        <w:rPr>
          <w:b/>
          <w:lang w:val="uk-UA"/>
        </w:rPr>
      </w:pPr>
      <w:r w:rsidRPr="00F52186">
        <w:rPr>
          <w:b/>
          <w:lang w:val="uk-UA"/>
        </w:rPr>
        <w:t>5.8 Дози і способи введення тваринам різного віку</w:t>
      </w:r>
    </w:p>
    <w:p w:rsidR="00843279" w:rsidRPr="00F52186" w:rsidRDefault="00843279" w:rsidP="00161168">
      <w:pPr>
        <w:pStyle w:val="BodyText3"/>
        <w:spacing w:after="0"/>
        <w:ind w:firstLine="567"/>
        <w:jc w:val="both"/>
        <w:rPr>
          <w:sz w:val="24"/>
          <w:szCs w:val="24"/>
          <w:lang w:val="uk-UA"/>
        </w:rPr>
      </w:pPr>
      <w:r w:rsidRPr="00F52186">
        <w:rPr>
          <w:sz w:val="24"/>
          <w:szCs w:val="24"/>
          <w:lang w:val="uk-UA"/>
        </w:rPr>
        <w:t>Дезінфекцію проводять після ретельної механічної та санітарної очистки поверхонь об’єктів знезараження. Робочі розчини препарату готують безпосередньо перед проведенням дезінфекції шляхом додавання відповідних кількостей засобу до водопровідної води з температурою 18-25</w:t>
      </w:r>
      <w:r w:rsidRPr="00F52186">
        <w:rPr>
          <w:sz w:val="24"/>
          <w:szCs w:val="24"/>
          <w:vertAlign w:val="superscript"/>
          <w:lang w:val="uk-UA"/>
        </w:rPr>
        <w:t>°</w:t>
      </w:r>
      <w:r w:rsidRPr="00F52186">
        <w:rPr>
          <w:sz w:val="24"/>
          <w:szCs w:val="24"/>
          <w:lang w:val="uk-UA"/>
        </w:rPr>
        <w:t>С.</w:t>
      </w:r>
    </w:p>
    <w:p w:rsidR="00843279" w:rsidRPr="00F52186" w:rsidRDefault="00843279" w:rsidP="00161168">
      <w:pPr>
        <w:ind w:firstLine="567"/>
        <w:jc w:val="both"/>
        <w:rPr>
          <w:lang w:val="uk-UA"/>
        </w:rPr>
      </w:pPr>
      <w:r w:rsidRPr="00F52186">
        <w:rPr>
          <w:lang w:val="uk-UA"/>
        </w:rPr>
        <w:t>Дезінфекцію проводять методом зрошення та протирання.</w:t>
      </w:r>
    </w:p>
    <w:p w:rsidR="00843279" w:rsidRPr="00F52186" w:rsidRDefault="00843279" w:rsidP="00161168">
      <w:pPr>
        <w:ind w:firstLine="567"/>
        <w:jc w:val="both"/>
        <w:rPr>
          <w:lang w:val="uk-UA"/>
        </w:rPr>
      </w:pPr>
    </w:p>
    <w:p w:rsidR="00843279" w:rsidRPr="00F52186" w:rsidRDefault="00843279" w:rsidP="00271845">
      <w:pPr>
        <w:jc w:val="right"/>
        <w:rPr>
          <w:lang w:val="uk-UA"/>
        </w:rPr>
      </w:pPr>
      <w:r w:rsidRPr="00F52186">
        <w:rPr>
          <w:lang w:val="uk-UA"/>
        </w:rPr>
        <w:t>Продовження додатку 1</w:t>
      </w:r>
    </w:p>
    <w:p w:rsidR="00843279" w:rsidRPr="00F52186" w:rsidRDefault="00843279" w:rsidP="00271845">
      <w:pPr>
        <w:ind w:firstLine="567"/>
        <w:jc w:val="right"/>
        <w:rPr>
          <w:lang w:val="uk-UA"/>
        </w:rPr>
      </w:pPr>
      <w:r w:rsidRPr="00F52186">
        <w:rPr>
          <w:lang w:val="uk-UA"/>
        </w:rPr>
        <w:t>до реєстраційного посвідчення АА-09876-03</w:t>
      </w:r>
      <w:r w:rsidRPr="00F52186">
        <w:t>-</w:t>
      </w:r>
      <w:r w:rsidRPr="00F52186">
        <w:rPr>
          <w:lang w:val="uk-UA"/>
        </w:rPr>
        <w:t>25</w:t>
      </w:r>
    </w:p>
    <w:p w:rsidR="00843279" w:rsidRPr="00F52186" w:rsidRDefault="00843279" w:rsidP="00161168">
      <w:pPr>
        <w:ind w:firstLine="567"/>
        <w:jc w:val="both"/>
        <w:rPr>
          <w:lang w:val="uk-UA"/>
        </w:rPr>
      </w:pPr>
    </w:p>
    <w:p w:rsidR="00843279" w:rsidRPr="00F52186" w:rsidRDefault="00843279" w:rsidP="00161168">
      <w:pPr>
        <w:ind w:firstLine="567"/>
        <w:jc w:val="both"/>
        <w:rPr>
          <w:lang w:val="uk-UA"/>
        </w:rPr>
      </w:pPr>
    </w:p>
    <w:p w:rsidR="00843279" w:rsidRPr="00F52186" w:rsidRDefault="00843279" w:rsidP="00161168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 w:rsidRPr="00F52186">
        <w:rPr>
          <w:lang w:val="uk-UA"/>
        </w:rPr>
        <w:t xml:space="preserve">Для профілактичної дезінфекції приміщень використовують </w:t>
      </w:r>
      <w:r w:rsidRPr="00F52186">
        <w:rPr>
          <w:bCs/>
          <w:lang w:val="uk-UA"/>
        </w:rPr>
        <w:t xml:space="preserve">1% </w:t>
      </w:r>
      <w:r w:rsidRPr="00F52186">
        <w:rPr>
          <w:lang w:val="uk-UA"/>
        </w:rPr>
        <w:t xml:space="preserve">робочий розчин препарату (100 мл препарату на 10 л води) </w:t>
      </w:r>
      <w:bookmarkStart w:id="0" w:name="OLE_LINK1"/>
      <w:r w:rsidRPr="00F52186">
        <w:rPr>
          <w:lang w:val="uk-UA"/>
        </w:rPr>
        <w:t>при нормі витрати 300 мл на 1</w:t>
      </w:r>
      <w:r w:rsidRPr="00F52186">
        <w:t xml:space="preserve"> </w:t>
      </w:r>
      <w:r w:rsidRPr="00F52186">
        <w:rPr>
          <w:lang w:val="uk-UA"/>
        </w:rPr>
        <w:t>м</w:t>
      </w:r>
      <w:r w:rsidRPr="00F52186">
        <w:rPr>
          <w:vertAlign w:val="superscript"/>
          <w:lang w:val="uk-UA"/>
        </w:rPr>
        <w:t>2</w:t>
      </w:r>
      <w:r w:rsidRPr="00F52186">
        <w:rPr>
          <w:lang w:val="uk-UA"/>
        </w:rPr>
        <w:t xml:space="preserve"> площі. </w:t>
      </w:r>
      <w:bookmarkEnd w:id="0"/>
      <w:r w:rsidRPr="00F52186">
        <w:rPr>
          <w:lang w:val="uk-UA"/>
        </w:rPr>
        <w:t>Експозиція складає до 1 години.</w:t>
      </w:r>
    </w:p>
    <w:p w:rsidR="00843279" w:rsidRPr="00F52186" w:rsidRDefault="00843279" w:rsidP="00161168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 w:rsidRPr="00F52186">
        <w:rPr>
          <w:lang w:val="uk-UA"/>
        </w:rPr>
        <w:t>Для вимушеної дезінфекції та дезінвазії проти еймерій та їх ооцист використовують 2%-3% робочі розчини препарату (200 мл - 300 мл препарату на 10 л води) при нормі витрати 300 мл на 1</w:t>
      </w:r>
      <w:r w:rsidRPr="00F52186">
        <w:t xml:space="preserve"> </w:t>
      </w:r>
      <w:r w:rsidRPr="00F52186">
        <w:rPr>
          <w:lang w:val="uk-UA"/>
        </w:rPr>
        <w:t>м</w:t>
      </w:r>
      <w:r w:rsidRPr="00F52186">
        <w:rPr>
          <w:vertAlign w:val="superscript"/>
          <w:lang w:val="uk-UA"/>
        </w:rPr>
        <w:t>2</w:t>
      </w:r>
      <w:r w:rsidRPr="00F52186">
        <w:rPr>
          <w:lang w:val="uk-UA"/>
        </w:rPr>
        <w:t xml:space="preserve"> площі. Експозиція складає 6-12 годин.</w:t>
      </w:r>
    </w:p>
    <w:p w:rsidR="00843279" w:rsidRPr="00F52186" w:rsidRDefault="00843279" w:rsidP="00161168">
      <w:pPr>
        <w:ind w:firstLine="567"/>
        <w:jc w:val="both"/>
        <w:rPr>
          <w:lang w:val="uk-UA"/>
        </w:rPr>
      </w:pPr>
      <w:r w:rsidRPr="00F52186">
        <w:rPr>
          <w:lang w:val="uk-UA"/>
        </w:rPr>
        <w:t>Препарат наносять під низьким тиском спреєм, покриваючи всю поверхню підлоги, стін та стовпів у висоту до 0,5 метри.</w:t>
      </w:r>
    </w:p>
    <w:p w:rsidR="00843279" w:rsidRPr="00F52186" w:rsidRDefault="00843279" w:rsidP="00161168">
      <w:pPr>
        <w:pStyle w:val="BodyText"/>
        <w:numPr>
          <w:ilvl w:val="0"/>
          <w:numId w:val="2"/>
        </w:numPr>
        <w:spacing w:after="0"/>
        <w:ind w:left="0" w:firstLine="567"/>
        <w:jc w:val="both"/>
        <w:rPr>
          <w:lang w:val="uk-UA" w:bidi="he-IL"/>
        </w:rPr>
      </w:pPr>
      <w:r w:rsidRPr="00F52186">
        <w:rPr>
          <w:lang w:val="uk-UA" w:bidi="he-IL"/>
        </w:rPr>
        <w:t xml:space="preserve">Для заповнення дезбар’єрів, обробки транспорту використовують 1% - 2% водний розчин (100 - 200 мл препарату на </w:t>
      </w:r>
      <w:smartTag w:uri="urn:schemas-microsoft-com:office:smarttags" w:element="metricconverter">
        <w:smartTagPr>
          <w:attr w:name="ProductID" w:val="10 л"/>
        </w:smartTagPr>
        <w:r w:rsidRPr="00F52186">
          <w:rPr>
            <w:lang w:val="uk-UA" w:bidi="he-IL"/>
          </w:rPr>
          <w:t>10 л</w:t>
        </w:r>
      </w:smartTag>
      <w:r w:rsidRPr="00F52186">
        <w:rPr>
          <w:lang w:val="uk-UA" w:bidi="he-IL"/>
        </w:rPr>
        <w:t xml:space="preserve"> води). Змінювати розчин по мірі забруднення або раз на 4 доби.</w:t>
      </w:r>
    </w:p>
    <w:p w:rsidR="00843279" w:rsidRPr="00F52186" w:rsidRDefault="00843279" w:rsidP="00161168">
      <w:pPr>
        <w:ind w:firstLine="567"/>
        <w:jc w:val="both"/>
        <w:rPr>
          <w:b/>
          <w:lang w:val="uk-UA"/>
        </w:rPr>
      </w:pPr>
      <w:r w:rsidRPr="00F52186">
        <w:rPr>
          <w:b/>
          <w:lang w:val="uk-UA"/>
        </w:rPr>
        <w:t>5.9 Передозування (симптоми, невідкладні заходи, антидоти)</w:t>
      </w:r>
    </w:p>
    <w:p w:rsidR="00843279" w:rsidRPr="00F52186" w:rsidRDefault="00843279" w:rsidP="00161168">
      <w:pPr>
        <w:ind w:firstLine="567"/>
        <w:jc w:val="both"/>
        <w:rPr>
          <w:lang w:val="uk-UA"/>
        </w:rPr>
      </w:pPr>
      <w:r w:rsidRPr="00F52186">
        <w:rPr>
          <w:lang w:val="uk-UA"/>
        </w:rPr>
        <w:t>Не встановлені.</w:t>
      </w:r>
    </w:p>
    <w:p w:rsidR="00843279" w:rsidRPr="00F52186" w:rsidRDefault="00843279" w:rsidP="00161168">
      <w:pPr>
        <w:ind w:firstLine="567"/>
        <w:jc w:val="both"/>
        <w:rPr>
          <w:b/>
          <w:lang w:val="uk-UA"/>
        </w:rPr>
      </w:pPr>
      <w:r w:rsidRPr="00F52186">
        <w:rPr>
          <w:b/>
          <w:lang w:val="uk-UA"/>
        </w:rPr>
        <w:t>5.10 Спеціальні застереження</w:t>
      </w:r>
    </w:p>
    <w:p w:rsidR="00843279" w:rsidRPr="00F52186" w:rsidRDefault="00843279" w:rsidP="00161168">
      <w:pPr>
        <w:ind w:firstLine="567"/>
        <w:jc w:val="both"/>
        <w:rPr>
          <w:lang w:val="uk-UA"/>
        </w:rPr>
      </w:pPr>
      <w:r w:rsidRPr="00F52186">
        <w:rPr>
          <w:lang w:val="uk-UA"/>
        </w:rPr>
        <w:t xml:space="preserve">Не застосовувати в присутності тварин і птиці. </w:t>
      </w:r>
    </w:p>
    <w:p w:rsidR="00843279" w:rsidRPr="00F52186" w:rsidRDefault="00843279" w:rsidP="00161168">
      <w:pPr>
        <w:ind w:firstLine="567"/>
        <w:rPr>
          <w:lang w:val="uk-UA"/>
        </w:rPr>
      </w:pPr>
      <w:r w:rsidRPr="00F52186">
        <w:rPr>
          <w:lang w:val="uk-UA"/>
        </w:rPr>
        <w:t xml:space="preserve">Обладнання та інвентар, які використовують при годуванні птахів та тварин (годівниці, корита, поїлки тощо) до початку вологої дезінфекції звільняють від залишків кормів та води. Перед повторним використанням їх ополіскують водою. </w:t>
      </w:r>
    </w:p>
    <w:p w:rsidR="00843279" w:rsidRPr="00F52186" w:rsidRDefault="00843279" w:rsidP="00161168">
      <w:pPr>
        <w:ind w:firstLine="567"/>
        <w:jc w:val="both"/>
        <w:rPr>
          <w:lang w:val="uk-UA"/>
        </w:rPr>
      </w:pPr>
      <w:r w:rsidRPr="00F52186">
        <w:rPr>
          <w:lang w:val="uk-UA"/>
        </w:rPr>
        <w:t>В разі необхідності використання приміщення негайно після його обробки, потрібно провітрити приміщення до повного вилучення залишків препарату.</w:t>
      </w:r>
    </w:p>
    <w:p w:rsidR="00843279" w:rsidRPr="00F52186" w:rsidRDefault="00843279" w:rsidP="00161168">
      <w:pPr>
        <w:ind w:firstLine="567"/>
        <w:jc w:val="both"/>
        <w:rPr>
          <w:b/>
          <w:lang w:val="uk-UA"/>
        </w:rPr>
      </w:pPr>
      <w:r w:rsidRPr="00F52186">
        <w:rPr>
          <w:b/>
          <w:lang w:val="uk-UA"/>
        </w:rPr>
        <w:t>5.11 Період виведення (каренції)</w:t>
      </w:r>
    </w:p>
    <w:p w:rsidR="00843279" w:rsidRPr="00F52186" w:rsidRDefault="00843279" w:rsidP="00161168">
      <w:pPr>
        <w:ind w:firstLine="567"/>
        <w:jc w:val="both"/>
        <w:rPr>
          <w:lang w:val="uk-UA"/>
        </w:rPr>
      </w:pPr>
      <w:r w:rsidRPr="00F52186">
        <w:rPr>
          <w:lang w:val="uk-UA"/>
        </w:rPr>
        <w:t>Не стосується.</w:t>
      </w:r>
    </w:p>
    <w:p w:rsidR="00843279" w:rsidRPr="00F52186" w:rsidRDefault="00843279" w:rsidP="00161168">
      <w:pPr>
        <w:pStyle w:val="BodyText2"/>
        <w:ind w:firstLine="567"/>
      </w:pPr>
      <w:r w:rsidRPr="00F52186">
        <w:t>5.12 Спеціальні застереження для осіб і обслуговуючого персоналу</w:t>
      </w:r>
    </w:p>
    <w:p w:rsidR="00843279" w:rsidRPr="00F52186" w:rsidRDefault="00843279" w:rsidP="00161168">
      <w:pPr>
        <w:pStyle w:val="21"/>
        <w:ind w:firstLine="567"/>
        <w:rPr>
          <w:b w:val="0"/>
          <w:spacing w:val="-5"/>
        </w:rPr>
      </w:pPr>
      <w:r w:rsidRPr="00F52186">
        <w:rPr>
          <w:b w:val="0"/>
        </w:rPr>
        <w:t xml:space="preserve">До роботи із засобом не допускають осіб молодше </w:t>
      </w:r>
      <w:r w:rsidRPr="00F52186">
        <w:rPr>
          <w:b w:val="0"/>
          <w:spacing w:val="-5"/>
        </w:rPr>
        <w:t>18 років.</w:t>
      </w:r>
    </w:p>
    <w:p w:rsidR="00843279" w:rsidRPr="00F52186" w:rsidRDefault="00843279" w:rsidP="00161168">
      <w:pPr>
        <w:pStyle w:val="21"/>
        <w:ind w:firstLine="567"/>
        <w:rPr>
          <w:b w:val="0"/>
        </w:rPr>
      </w:pPr>
      <w:r w:rsidRPr="00F52186">
        <w:rPr>
          <w:b w:val="0"/>
        </w:rPr>
        <w:t>Дезінфекцію проводять із дотриманням заходів захисту органів дихання, шкіри та очей (спецодяг, універсальний респіратор, захисні окуляри, гумові рукавиці).</w:t>
      </w:r>
    </w:p>
    <w:p w:rsidR="00843279" w:rsidRPr="00F52186" w:rsidRDefault="00843279" w:rsidP="00161168">
      <w:pPr>
        <w:pStyle w:val="21"/>
        <w:ind w:firstLine="567"/>
        <w:rPr>
          <w:b w:val="0"/>
        </w:rPr>
      </w:pPr>
      <w:r w:rsidRPr="00F52186">
        <w:rPr>
          <w:b w:val="0"/>
        </w:rPr>
        <w:t>При появі ознак подразнення органів дихання необхідно припинити роботу із засобом, постраждалого негайно вивести на свіже повітря або в інше приміщення. Рот і носоглотку прополоскати водою, звернутись до лікаря.</w:t>
      </w:r>
    </w:p>
    <w:p w:rsidR="00843279" w:rsidRPr="00F52186" w:rsidRDefault="00843279" w:rsidP="00161168">
      <w:pPr>
        <w:pStyle w:val="21"/>
        <w:ind w:firstLine="567"/>
        <w:rPr>
          <w:b w:val="0"/>
        </w:rPr>
      </w:pPr>
      <w:r w:rsidRPr="00F52186">
        <w:rPr>
          <w:b w:val="0"/>
        </w:rPr>
        <w:t>При випадковому попаданні засобу в очі необхідно терміново промити їх проточною водою протягом 10-15 хвилин та звернутися до лікаря.</w:t>
      </w:r>
    </w:p>
    <w:p w:rsidR="00843279" w:rsidRPr="00F52186" w:rsidRDefault="00843279" w:rsidP="00161168">
      <w:pPr>
        <w:pStyle w:val="21"/>
        <w:ind w:firstLine="567"/>
        <w:rPr>
          <w:b w:val="0"/>
          <w:spacing w:val="-4"/>
        </w:rPr>
      </w:pPr>
      <w:r w:rsidRPr="00F52186">
        <w:rPr>
          <w:b w:val="0"/>
        </w:rPr>
        <w:t xml:space="preserve">У разі випадкового попадання препарату на шкіру, потрібно ретельно промити уражену ділянку проточною водою, після цього змастити шкіру пом'якшуючим кремом. </w:t>
      </w:r>
      <w:r w:rsidRPr="00F52186">
        <w:rPr>
          <w:b w:val="0"/>
          <w:spacing w:val="-4"/>
        </w:rPr>
        <w:t>При випадковому попаданні засобу в шлунок необхідно дати випити постраждалому декілька склянок води з 10-20 подрібненими таблетками активованого вугілля та звернутись до лікаря. Шлунок не промивати!</w:t>
      </w:r>
    </w:p>
    <w:p w:rsidR="00843279" w:rsidRPr="00F52186" w:rsidRDefault="00843279" w:rsidP="00161168">
      <w:pPr>
        <w:pStyle w:val="21"/>
        <w:ind w:firstLine="567"/>
        <w:rPr>
          <w:b w:val="0"/>
        </w:rPr>
      </w:pPr>
      <w:r w:rsidRPr="00F52186">
        <w:rPr>
          <w:b w:val="0"/>
        </w:rPr>
        <w:t>Всі електричні прилади при обробці повинні бути відключені.</w:t>
      </w:r>
    </w:p>
    <w:p w:rsidR="00843279" w:rsidRPr="00F52186" w:rsidRDefault="00843279" w:rsidP="00161168">
      <w:pPr>
        <w:pStyle w:val="21"/>
        <w:ind w:firstLine="567"/>
        <w:rPr>
          <w:b w:val="0"/>
        </w:rPr>
      </w:pPr>
      <w:r w:rsidRPr="00F52186">
        <w:rPr>
          <w:b w:val="0"/>
        </w:rPr>
        <w:t xml:space="preserve">Забороняється палити, пити, приймати їжу під час виконання робіт з дезінфекції. Після закінчення роботи обличчя і руки слід вимити водою з милом. </w:t>
      </w:r>
    </w:p>
    <w:p w:rsidR="00843279" w:rsidRPr="00F52186" w:rsidRDefault="00843279" w:rsidP="00161168">
      <w:pPr>
        <w:ind w:firstLine="567"/>
        <w:jc w:val="both"/>
        <w:rPr>
          <w:b/>
          <w:lang w:val="uk-UA"/>
        </w:rPr>
      </w:pPr>
      <w:r w:rsidRPr="00F52186">
        <w:rPr>
          <w:b/>
          <w:lang w:val="uk-UA"/>
        </w:rPr>
        <w:t>6. Фармацевтичні особливості</w:t>
      </w:r>
    </w:p>
    <w:p w:rsidR="00843279" w:rsidRPr="00F52186" w:rsidRDefault="00843279" w:rsidP="00161168">
      <w:pPr>
        <w:pStyle w:val="BodyText2"/>
        <w:ind w:firstLine="567"/>
      </w:pPr>
      <w:r w:rsidRPr="00F52186">
        <w:t>6.1 Форми несумісності (основні)</w:t>
      </w:r>
    </w:p>
    <w:p w:rsidR="00843279" w:rsidRPr="00F52186" w:rsidRDefault="00843279" w:rsidP="00161168">
      <w:pPr>
        <w:ind w:firstLine="567"/>
        <w:jc w:val="both"/>
        <w:rPr>
          <w:lang w:val="uk-UA"/>
        </w:rPr>
      </w:pPr>
      <w:r w:rsidRPr="00F52186">
        <w:rPr>
          <w:lang w:val="uk-UA"/>
        </w:rPr>
        <w:t>Не встановлені.</w:t>
      </w:r>
    </w:p>
    <w:p w:rsidR="00843279" w:rsidRPr="00F52186" w:rsidRDefault="00843279" w:rsidP="00161168">
      <w:pPr>
        <w:ind w:firstLine="567"/>
        <w:jc w:val="both"/>
        <w:rPr>
          <w:b/>
          <w:lang w:val="uk-UA"/>
        </w:rPr>
      </w:pPr>
      <w:r w:rsidRPr="00F52186">
        <w:rPr>
          <w:b/>
          <w:lang w:val="uk-UA"/>
        </w:rPr>
        <w:t>6.2 Термін придатності</w:t>
      </w:r>
    </w:p>
    <w:p w:rsidR="00843279" w:rsidRPr="00F52186" w:rsidRDefault="00843279" w:rsidP="00161168">
      <w:pPr>
        <w:ind w:firstLine="567"/>
        <w:jc w:val="both"/>
        <w:rPr>
          <w:lang w:val="uk-UA"/>
        </w:rPr>
      </w:pPr>
      <w:r w:rsidRPr="00F52186">
        <w:rPr>
          <w:lang w:val="uk-UA"/>
        </w:rPr>
        <w:t>24 місяці з дати виготовлення.</w:t>
      </w:r>
    </w:p>
    <w:p w:rsidR="00843279" w:rsidRPr="00F52186" w:rsidRDefault="00843279" w:rsidP="00161168">
      <w:pPr>
        <w:ind w:firstLine="567"/>
        <w:jc w:val="both"/>
        <w:rPr>
          <w:lang w:val="uk-UA"/>
        </w:rPr>
      </w:pPr>
      <w:r w:rsidRPr="00F52186">
        <w:rPr>
          <w:lang w:val="uk-UA"/>
        </w:rPr>
        <w:t>Термін зберігання робочих розчинів (до застосування) – не більше 7 діб, за умови зберігання в щільно закритій тарі.</w:t>
      </w:r>
    </w:p>
    <w:p w:rsidR="00843279" w:rsidRPr="00F52186" w:rsidRDefault="00843279" w:rsidP="00161168">
      <w:pPr>
        <w:ind w:firstLine="567"/>
        <w:jc w:val="both"/>
        <w:rPr>
          <w:b/>
          <w:lang w:val="uk-UA"/>
        </w:rPr>
      </w:pPr>
      <w:r w:rsidRPr="00F52186">
        <w:rPr>
          <w:b/>
          <w:lang w:val="uk-UA"/>
        </w:rPr>
        <w:t>6.3 Особливі заходи зберігання</w:t>
      </w:r>
    </w:p>
    <w:p w:rsidR="00843279" w:rsidRPr="00F52186" w:rsidRDefault="00843279" w:rsidP="00161168">
      <w:pPr>
        <w:ind w:firstLine="567"/>
        <w:jc w:val="both"/>
        <w:rPr>
          <w:lang w:val="uk-UA"/>
        </w:rPr>
      </w:pPr>
      <w:r w:rsidRPr="00F52186">
        <w:rPr>
          <w:lang w:val="uk-UA"/>
        </w:rPr>
        <w:t>Зберігати в тарі виробника при температурі від 4 до 25 ºС у сухих темних добре вентильованих, недоступних для дітей складських приміщеннях в захищеному від потрапляння прямих сонячних променів місці.</w:t>
      </w:r>
    </w:p>
    <w:p w:rsidR="00843279" w:rsidRPr="00F52186" w:rsidRDefault="00843279" w:rsidP="00161168">
      <w:pPr>
        <w:ind w:firstLine="567"/>
        <w:jc w:val="both"/>
        <w:rPr>
          <w:b/>
          <w:lang w:val="uk-UA"/>
        </w:rPr>
      </w:pPr>
      <w:r w:rsidRPr="00F52186">
        <w:rPr>
          <w:b/>
          <w:lang w:val="uk-UA"/>
        </w:rPr>
        <w:t>6.4 Природа і склад контейнера первинного упакування</w:t>
      </w:r>
    </w:p>
    <w:p w:rsidR="00843279" w:rsidRPr="00F52186" w:rsidRDefault="00843279" w:rsidP="00161168">
      <w:pPr>
        <w:ind w:firstLine="567"/>
        <w:jc w:val="both"/>
        <w:rPr>
          <w:spacing w:val="-2"/>
          <w:lang w:val="uk-UA"/>
        </w:rPr>
      </w:pPr>
      <w:r w:rsidRPr="00F52186">
        <w:rPr>
          <w:lang w:val="uk-UA"/>
        </w:rPr>
        <w:t>Каністри з поліетилену</w:t>
      </w:r>
      <w:r w:rsidRPr="00F52186">
        <w:rPr>
          <w:spacing w:val="-3"/>
          <w:lang w:val="uk-UA"/>
        </w:rPr>
        <w:t xml:space="preserve"> </w:t>
      </w:r>
      <w:r w:rsidRPr="00F52186">
        <w:rPr>
          <w:spacing w:val="-2"/>
          <w:lang w:val="uk-UA"/>
        </w:rPr>
        <w:t xml:space="preserve">місткістю 5, та 25 л, пластикові діжки місткістю 200 л. </w:t>
      </w:r>
    </w:p>
    <w:p w:rsidR="00843279" w:rsidRPr="00F52186" w:rsidRDefault="00843279" w:rsidP="00161168">
      <w:pPr>
        <w:ind w:firstLine="567"/>
        <w:jc w:val="both"/>
        <w:rPr>
          <w:b/>
          <w:lang w:val="uk-UA"/>
        </w:rPr>
      </w:pPr>
      <w:r w:rsidRPr="00F52186">
        <w:rPr>
          <w:b/>
          <w:lang w:val="uk-UA"/>
        </w:rPr>
        <w:t>6.5 Особливі заходи безпеки при поводженні з невикористаним препаратом або із його залишками</w:t>
      </w:r>
      <w:r>
        <w:rPr>
          <w:b/>
          <w:lang w:val="uk-UA"/>
        </w:rPr>
        <w:t xml:space="preserve"> </w:t>
      </w:r>
    </w:p>
    <w:p w:rsidR="00843279" w:rsidRPr="00F52186" w:rsidRDefault="00843279" w:rsidP="00097071">
      <w:pPr>
        <w:jc w:val="right"/>
        <w:rPr>
          <w:lang w:val="uk-UA"/>
        </w:rPr>
      </w:pPr>
      <w:r w:rsidRPr="00F52186">
        <w:rPr>
          <w:lang w:val="uk-UA"/>
        </w:rPr>
        <w:t>Продовження додатку 1</w:t>
      </w:r>
    </w:p>
    <w:p w:rsidR="00843279" w:rsidRPr="00F52186" w:rsidRDefault="00843279" w:rsidP="00097071">
      <w:pPr>
        <w:ind w:firstLine="567"/>
        <w:jc w:val="right"/>
        <w:rPr>
          <w:lang w:val="uk-UA"/>
        </w:rPr>
      </w:pPr>
      <w:r w:rsidRPr="00F52186">
        <w:rPr>
          <w:lang w:val="uk-UA"/>
        </w:rPr>
        <w:t>до реєстраційного посвідчення АА-09876-03</w:t>
      </w:r>
      <w:r w:rsidRPr="00F52186">
        <w:t>-</w:t>
      </w:r>
      <w:r w:rsidRPr="00F52186">
        <w:rPr>
          <w:lang w:val="uk-UA"/>
        </w:rPr>
        <w:t>25</w:t>
      </w:r>
    </w:p>
    <w:p w:rsidR="00843279" w:rsidRPr="00F52186" w:rsidRDefault="00843279" w:rsidP="00161168">
      <w:pPr>
        <w:ind w:firstLine="567"/>
        <w:jc w:val="both"/>
        <w:rPr>
          <w:lang w:val="uk-UA"/>
        </w:rPr>
      </w:pPr>
    </w:p>
    <w:p w:rsidR="00843279" w:rsidRPr="00F52186" w:rsidRDefault="00843279" w:rsidP="00161168">
      <w:pPr>
        <w:ind w:firstLine="567"/>
        <w:jc w:val="both"/>
        <w:rPr>
          <w:lang w:val="uk-UA"/>
        </w:rPr>
      </w:pPr>
    </w:p>
    <w:p w:rsidR="00843279" w:rsidRPr="00F52186" w:rsidRDefault="00843279" w:rsidP="00161168">
      <w:pPr>
        <w:ind w:firstLine="567"/>
        <w:jc w:val="both"/>
        <w:rPr>
          <w:lang w:val="uk-UA"/>
        </w:rPr>
      </w:pPr>
      <w:r w:rsidRPr="00F52186">
        <w:rPr>
          <w:lang w:val="uk-UA"/>
        </w:rPr>
        <w:t>Не зливати препарат безпосередньо у каналізацію або навколишнє середовище. Рештки продукту та його упаковку утилізувати відповідно до вимог чинного законодавства через авторизовані підприємства.</w:t>
      </w:r>
    </w:p>
    <w:p w:rsidR="00843279" w:rsidRPr="00F52186" w:rsidRDefault="00843279" w:rsidP="00161168">
      <w:pPr>
        <w:ind w:firstLine="567"/>
        <w:jc w:val="both"/>
        <w:rPr>
          <w:b/>
          <w:lang w:val="uk-UA"/>
        </w:rPr>
      </w:pPr>
      <w:r w:rsidRPr="00F52186">
        <w:rPr>
          <w:b/>
          <w:lang w:val="uk-UA"/>
        </w:rPr>
        <w:t xml:space="preserve">7. Назва та місцезнаходження власника реєстраційного посвідчення 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5267"/>
        <w:gridCol w:w="5267"/>
      </w:tblGrid>
      <w:tr w:rsidR="00843279" w:rsidRPr="00F52186" w:rsidTr="000D023B">
        <w:tc>
          <w:tcPr>
            <w:tcW w:w="5267" w:type="dxa"/>
          </w:tcPr>
          <w:p w:rsidR="00843279" w:rsidRPr="00F52186" w:rsidRDefault="00843279" w:rsidP="00161168">
            <w:pPr>
              <w:ind w:firstLine="567"/>
              <w:jc w:val="both"/>
              <w:rPr>
                <w:lang w:val="uk-UA"/>
              </w:rPr>
            </w:pPr>
            <w:r w:rsidRPr="00F52186">
              <w:rPr>
                <w:lang w:val="uk-UA"/>
              </w:rPr>
              <w:t xml:space="preserve">ІПРЕД САС </w:t>
            </w:r>
          </w:p>
          <w:p w:rsidR="00843279" w:rsidRPr="00F52186" w:rsidRDefault="00843279" w:rsidP="00161168">
            <w:pPr>
              <w:ind w:firstLine="567"/>
              <w:jc w:val="both"/>
              <w:rPr>
                <w:lang w:val="uk-UA"/>
              </w:rPr>
            </w:pPr>
            <w:r w:rsidRPr="00F52186">
              <w:rPr>
                <w:lang w:val="uk-UA"/>
              </w:rPr>
              <w:t>бульвар Жюль Вержер, 55, БП 10180</w:t>
            </w:r>
          </w:p>
          <w:p w:rsidR="00843279" w:rsidRPr="00F52186" w:rsidRDefault="00843279" w:rsidP="00161168">
            <w:pPr>
              <w:ind w:firstLine="567"/>
              <w:jc w:val="both"/>
              <w:rPr>
                <w:lang w:val="uk-UA"/>
              </w:rPr>
            </w:pPr>
            <w:r w:rsidRPr="00F52186">
              <w:rPr>
                <w:lang w:val="uk-UA"/>
              </w:rPr>
              <w:t xml:space="preserve">35803 ДІНАР Седекс   </w:t>
            </w:r>
          </w:p>
          <w:p w:rsidR="00843279" w:rsidRPr="00F52186" w:rsidRDefault="00843279" w:rsidP="00161168">
            <w:pPr>
              <w:ind w:firstLine="567"/>
              <w:jc w:val="both"/>
              <w:rPr>
                <w:lang w:val="uk-UA"/>
              </w:rPr>
            </w:pPr>
            <w:r w:rsidRPr="00F52186">
              <w:rPr>
                <w:lang w:val="uk-UA"/>
              </w:rPr>
              <w:t>Франція</w:t>
            </w:r>
          </w:p>
          <w:p w:rsidR="00843279" w:rsidRPr="00F52186" w:rsidRDefault="00843279" w:rsidP="00161168">
            <w:pPr>
              <w:ind w:firstLine="567"/>
              <w:jc w:val="both"/>
              <w:rPr>
                <w:lang w:val="uk-UA"/>
              </w:rPr>
            </w:pPr>
            <w:r w:rsidRPr="00F52186">
              <w:rPr>
                <w:lang w:val="uk-UA"/>
              </w:rPr>
              <w:t>Тел.:  +33 (0)2 99 16 50 00</w:t>
            </w:r>
          </w:p>
          <w:p w:rsidR="00843279" w:rsidRPr="00F52186" w:rsidRDefault="00843279" w:rsidP="00161168">
            <w:pPr>
              <w:ind w:firstLine="567"/>
              <w:jc w:val="both"/>
              <w:rPr>
                <w:lang w:val="uk-UA"/>
              </w:rPr>
            </w:pPr>
            <w:r w:rsidRPr="00F52186">
              <w:rPr>
                <w:lang w:val="uk-UA"/>
              </w:rPr>
              <w:t>Факс: +33 (0)2 99 16 52 00</w:t>
            </w:r>
          </w:p>
          <w:p w:rsidR="00843279" w:rsidRPr="00F52186" w:rsidRDefault="00843279" w:rsidP="00161168">
            <w:pPr>
              <w:ind w:firstLine="567"/>
              <w:jc w:val="both"/>
              <w:rPr>
                <w:lang w:val="uk-UA"/>
              </w:rPr>
            </w:pPr>
            <w:r w:rsidRPr="00F52186">
              <w:rPr>
                <w:lang w:val="uk-UA"/>
              </w:rPr>
              <w:t>E-mail: kersia@kersia-group.com</w:t>
            </w:r>
          </w:p>
        </w:tc>
        <w:tc>
          <w:tcPr>
            <w:tcW w:w="5267" w:type="dxa"/>
          </w:tcPr>
          <w:p w:rsidR="00843279" w:rsidRPr="00F52186" w:rsidRDefault="00843279" w:rsidP="00161168">
            <w:pPr>
              <w:ind w:firstLine="567"/>
              <w:jc w:val="both"/>
              <w:rPr>
                <w:lang w:val="uk-UA"/>
              </w:rPr>
            </w:pPr>
            <w:r w:rsidRPr="00F52186">
              <w:rPr>
                <w:lang w:val="uk-UA"/>
              </w:rPr>
              <w:t>HYPRED SAS</w:t>
            </w:r>
          </w:p>
          <w:p w:rsidR="00843279" w:rsidRPr="00F52186" w:rsidRDefault="00843279" w:rsidP="00161168">
            <w:pPr>
              <w:ind w:firstLine="567"/>
              <w:jc w:val="both"/>
              <w:rPr>
                <w:lang w:val="uk-UA"/>
              </w:rPr>
            </w:pPr>
            <w:r w:rsidRPr="00F52186">
              <w:rPr>
                <w:lang w:val="uk-UA"/>
              </w:rPr>
              <w:t xml:space="preserve">55, Boulevard Jules Verger B.P 10180, </w:t>
            </w:r>
          </w:p>
          <w:p w:rsidR="00843279" w:rsidRPr="00F52186" w:rsidRDefault="00843279" w:rsidP="00161168">
            <w:pPr>
              <w:ind w:firstLine="567"/>
              <w:jc w:val="both"/>
              <w:rPr>
                <w:lang w:val="uk-UA"/>
              </w:rPr>
            </w:pPr>
            <w:r w:rsidRPr="00F52186">
              <w:rPr>
                <w:lang w:val="uk-UA"/>
              </w:rPr>
              <w:t xml:space="preserve">35803 DINARD Cedex – </w:t>
            </w:r>
          </w:p>
          <w:p w:rsidR="00843279" w:rsidRPr="00F52186" w:rsidRDefault="00843279" w:rsidP="00161168">
            <w:pPr>
              <w:ind w:firstLine="567"/>
              <w:jc w:val="both"/>
              <w:rPr>
                <w:lang w:val="uk-UA"/>
              </w:rPr>
            </w:pPr>
            <w:r w:rsidRPr="00F52186">
              <w:rPr>
                <w:lang w:val="uk-UA"/>
              </w:rPr>
              <w:t>France</w:t>
            </w:r>
          </w:p>
          <w:p w:rsidR="00843279" w:rsidRPr="00F52186" w:rsidRDefault="00843279" w:rsidP="00161168">
            <w:pPr>
              <w:ind w:firstLine="567"/>
              <w:jc w:val="both"/>
              <w:rPr>
                <w:lang w:val="uk-UA"/>
              </w:rPr>
            </w:pPr>
            <w:r w:rsidRPr="00F52186">
              <w:rPr>
                <w:lang w:val="uk-UA"/>
              </w:rPr>
              <w:t xml:space="preserve">Tél : +33 (0)2 99 16 50 00 </w:t>
            </w:r>
          </w:p>
          <w:p w:rsidR="00843279" w:rsidRPr="00F52186" w:rsidRDefault="00843279" w:rsidP="00161168">
            <w:pPr>
              <w:ind w:firstLine="567"/>
              <w:jc w:val="both"/>
              <w:rPr>
                <w:lang w:val="uk-UA"/>
              </w:rPr>
            </w:pPr>
            <w:r w:rsidRPr="00F52186">
              <w:rPr>
                <w:lang w:val="uk-UA"/>
              </w:rPr>
              <w:t xml:space="preserve">Fax: +33 (0)2 99 16 50 20 </w:t>
            </w:r>
          </w:p>
          <w:p w:rsidR="00843279" w:rsidRPr="00F52186" w:rsidRDefault="00843279" w:rsidP="00161168">
            <w:pPr>
              <w:ind w:firstLine="567"/>
              <w:jc w:val="both"/>
              <w:rPr>
                <w:lang w:val="uk-UA"/>
              </w:rPr>
            </w:pPr>
            <w:r w:rsidRPr="00F52186">
              <w:rPr>
                <w:lang w:val="uk-UA"/>
              </w:rPr>
              <w:t>E-mail: kersia@kersia-group.com</w:t>
            </w:r>
          </w:p>
        </w:tc>
      </w:tr>
    </w:tbl>
    <w:p w:rsidR="00843279" w:rsidRPr="00F52186" w:rsidRDefault="00843279" w:rsidP="00161168">
      <w:pPr>
        <w:ind w:firstLine="567"/>
        <w:jc w:val="both"/>
        <w:rPr>
          <w:b/>
          <w:lang w:val="uk-UA"/>
        </w:rPr>
      </w:pPr>
      <w:r w:rsidRPr="00F52186">
        <w:rPr>
          <w:b/>
          <w:lang w:val="uk-UA"/>
        </w:rPr>
        <w:t>8. Назва та місцезнаходження виробника (виробників)</w:t>
      </w:r>
    </w:p>
    <w:tbl>
      <w:tblPr>
        <w:tblW w:w="10530" w:type="dxa"/>
        <w:tblLayout w:type="fixed"/>
        <w:tblLook w:val="00A0" w:firstRow="1" w:lastRow="0" w:firstColumn="1" w:lastColumn="0" w:noHBand="0" w:noVBand="0"/>
      </w:tblPr>
      <w:tblGrid>
        <w:gridCol w:w="5265"/>
        <w:gridCol w:w="5265"/>
      </w:tblGrid>
      <w:tr w:rsidR="00843279" w:rsidRPr="00F52186" w:rsidTr="000D023B">
        <w:tc>
          <w:tcPr>
            <w:tcW w:w="5265" w:type="dxa"/>
          </w:tcPr>
          <w:p w:rsidR="00843279" w:rsidRPr="00F52186" w:rsidRDefault="00843279" w:rsidP="00161168">
            <w:pPr>
              <w:ind w:firstLine="567"/>
              <w:jc w:val="both"/>
              <w:rPr>
                <w:lang w:val="uk-UA"/>
              </w:rPr>
            </w:pPr>
            <w:r w:rsidRPr="00F52186">
              <w:rPr>
                <w:lang w:val="uk-UA"/>
              </w:rPr>
              <w:t xml:space="preserve">Кілко (Інтернешнл) Лтд </w:t>
            </w:r>
          </w:p>
          <w:p w:rsidR="00843279" w:rsidRPr="00F52186" w:rsidRDefault="00843279" w:rsidP="00161168">
            <w:pPr>
              <w:ind w:firstLine="567"/>
              <w:jc w:val="both"/>
              <w:rPr>
                <w:lang w:val="uk-UA"/>
              </w:rPr>
            </w:pPr>
            <w:r w:rsidRPr="00F52186">
              <w:rPr>
                <w:lang w:val="uk-UA"/>
              </w:rPr>
              <w:t xml:space="preserve">Брумхаузес 2 Індастріал Естет </w:t>
            </w:r>
          </w:p>
          <w:p w:rsidR="00843279" w:rsidRPr="00F52186" w:rsidRDefault="00843279" w:rsidP="00161168">
            <w:pPr>
              <w:ind w:firstLine="567"/>
              <w:jc w:val="both"/>
              <w:rPr>
                <w:lang w:val="uk-UA"/>
              </w:rPr>
            </w:pPr>
            <w:r w:rsidRPr="00F52186">
              <w:rPr>
                <w:lang w:val="uk-UA"/>
              </w:rPr>
              <w:t>Олд Глазго Роуд</w:t>
            </w:r>
          </w:p>
          <w:p w:rsidR="00843279" w:rsidRPr="00F52186" w:rsidRDefault="00843279" w:rsidP="00161168">
            <w:pPr>
              <w:ind w:firstLine="567"/>
              <w:jc w:val="both"/>
              <w:rPr>
                <w:lang w:val="uk-UA"/>
              </w:rPr>
            </w:pPr>
            <w:r w:rsidRPr="00F52186">
              <w:rPr>
                <w:lang w:val="uk-UA"/>
              </w:rPr>
              <w:t>DG11 2SD, Локербі</w:t>
            </w:r>
          </w:p>
          <w:p w:rsidR="00843279" w:rsidRPr="00F52186" w:rsidRDefault="00843279" w:rsidP="00161168">
            <w:pPr>
              <w:ind w:firstLine="567"/>
              <w:jc w:val="both"/>
              <w:rPr>
                <w:lang w:val="uk-UA"/>
              </w:rPr>
            </w:pPr>
            <w:r w:rsidRPr="00F52186">
              <w:rPr>
                <w:lang w:val="uk-UA"/>
              </w:rPr>
              <w:t>Велика Британія</w:t>
            </w:r>
          </w:p>
          <w:p w:rsidR="00843279" w:rsidRPr="00F52186" w:rsidRDefault="00843279" w:rsidP="00161168">
            <w:pPr>
              <w:ind w:firstLine="567"/>
              <w:jc w:val="both"/>
              <w:rPr>
                <w:lang w:val="uk-UA"/>
              </w:rPr>
            </w:pPr>
            <w:r w:rsidRPr="00F52186">
              <w:rPr>
                <w:lang w:val="uk-UA"/>
              </w:rPr>
              <w:t>Тел.:  +44 1576 205480</w:t>
            </w:r>
          </w:p>
          <w:p w:rsidR="00843279" w:rsidRPr="00F52186" w:rsidRDefault="00843279" w:rsidP="00161168">
            <w:pPr>
              <w:ind w:firstLine="567"/>
              <w:jc w:val="both"/>
              <w:rPr>
                <w:lang w:val="uk-UA"/>
              </w:rPr>
            </w:pPr>
            <w:r w:rsidRPr="00F52186">
              <w:rPr>
                <w:lang w:val="uk-UA"/>
              </w:rPr>
              <w:t>Факс: +44 1576 205483</w:t>
            </w:r>
          </w:p>
          <w:p w:rsidR="00843279" w:rsidRPr="00F52186" w:rsidRDefault="00843279" w:rsidP="00161168">
            <w:pPr>
              <w:ind w:firstLine="567"/>
              <w:jc w:val="both"/>
              <w:rPr>
                <w:lang w:val="uk-UA"/>
              </w:rPr>
            </w:pPr>
            <w:r w:rsidRPr="00F52186">
              <w:rPr>
                <w:lang w:val="uk-UA"/>
              </w:rPr>
              <w:t>E-mail: enquiries@kilco.co.uk</w:t>
            </w:r>
          </w:p>
        </w:tc>
        <w:tc>
          <w:tcPr>
            <w:tcW w:w="5265" w:type="dxa"/>
          </w:tcPr>
          <w:p w:rsidR="00843279" w:rsidRPr="00F52186" w:rsidRDefault="00843279" w:rsidP="00161168">
            <w:pPr>
              <w:ind w:firstLine="567"/>
              <w:jc w:val="both"/>
              <w:rPr>
                <w:lang w:val="uk-UA"/>
              </w:rPr>
            </w:pPr>
            <w:r w:rsidRPr="00F52186">
              <w:rPr>
                <w:lang w:val="uk-UA"/>
              </w:rPr>
              <w:t>Kilco (International) Ltd</w:t>
            </w:r>
          </w:p>
          <w:p w:rsidR="00843279" w:rsidRPr="00F52186" w:rsidRDefault="00843279" w:rsidP="00161168">
            <w:pPr>
              <w:ind w:firstLine="567"/>
              <w:jc w:val="both"/>
              <w:rPr>
                <w:lang w:val="uk-UA"/>
              </w:rPr>
            </w:pPr>
            <w:r w:rsidRPr="00F52186">
              <w:rPr>
                <w:lang w:val="uk-UA"/>
              </w:rPr>
              <w:t>Broomhouses 2 Industrial Estate</w:t>
            </w:r>
          </w:p>
          <w:p w:rsidR="00843279" w:rsidRPr="00F52186" w:rsidRDefault="00843279" w:rsidP="00161168">
            <w:pPr>
              <w:ind w:firstLine="567"/>
              <w:jc w:val="both"/>
              <w:rPr>
                <w:lang w:val="uk-UA"/>
              </w:rPr>
            </w:pPr>
            <w:r w:rsidRPr="00F52186">
              <w:rPr>
                <w:lang w:val="uk-UA"/>
              </w:rPr>
              <w:t>Old Glasgow Road</w:t>
            </w:r>
          </w:p>
          <w:p w:rsidR="00843279" w:rsidRPr="00F52186" w:rsidRDefault="00843279" w:rsidP="00161168">
            <w:pPr>
              <w:ind w:firstLine="567"/>
              <w:jc w:val="both"/>
              <w:rPr>
                <w:lang w:val="uk-UA"/>
              </w:rPr>
            </w:pPr>
            <w:r w:rsidRPr="00F52186">
              <w:rPr>
                <w:lang w:val="uk-UA"/>
              </w:rPr>
              <w:t>DG11 2SD Lockerbie</w:t>
            </w:r>
          </w:p>
          <w:p w:rsidR="00843279" w:rsidRPr="00F52186" w:rsidRDefault="00843279" w:rsidP="00161168">
            <w:pPr>
              <w:ind w:firstLine="567"/>
              <w:jc w:val="both"/>
              <w:rPr>
                <w:lang w:val="uk-UA"/>
              </w:rPr>
            </w:pPr>
            <w:r w:rsidRPr="00F52186">
              <w:rPr>
                <w:lang w:val="uk-UA"/>
              </w:rPr>
              <w:t>United Kingdom</w:t>
            </w:r>
          </w:p>
          <w:p w:rsidR="00843279" w:rsidRPr="00F52186" w:rsidRDefault="00843279" w:rsidP="00161168">
            <w:pPr>
              <w:ind w:firstLine="567"/>
              <w:jc w:val="both"/>
              <w:rPr>
                <w:lang w:val="uk-UA"/>
              </w:rPr>
            </w:pPr>
            <w:r w:rsidRPr="00F52186">
              <w:rPr>
                <w:lang w:val="uk-UA"/>
              </w:rPr>
              <w:t xml:space="preserve">Tél : +44 1576 205480 </w:t>
            </w:r>
          </w:p>
          <w:p w:rsidR="00843279" w:rsidRPr="00F52186" w:rsidRDefault="00843279" w:rsidP="00161168">
            <w:pPr>
              <w:ind w:firstLine="567"/>
              <w:jc w:val="both"/>
              <w:rPr>
                <w:lang w:val="uk-UA"/>
              </w:rPr>
            </w:pPr>
            <w:r w:rsidRPr="00F52186">
              <w:rPr>
                <w:lang w:val="uk-UA"/>
              </w:rPr>
              <w:t xml:space="preserve">Fax: +44 1576 205483 </w:t>
            </w:r>
          </w:p>
          <w:p w:rsidR="00843279" w:rsidRPr="00F52186" w:rsidRDefault="00843279" w:rsidP="00161168">
            <w:pPr>
              <w:ind w:firstLine="567"/>
              <w:jc w:val="both"/>
              <w:rPr>
                <w:lang w:val="uk-UA"/>
              </w:rPr>
            </w:pPr>
            <w:r w:rsidRPr="00F52186">
              <w:rPr>
                <w:lang w:val="uk-UA"/>
              </w:rPr>
              <w:t>E-mail: enquiries@kilco.co.uk</w:t>
            </w:r>
          </w:p>
        </w:tc>
      </w:tr>
    </w:tbl>
    <w:p w:rsidR="00843279" w:rsidRPr="00F52186" w:rsidRDefault="00843279" w:rsidP="00161168">
      <w:pPr>
        <w:ind w:firstLine="567"/>
        <w:jc w:val="both"/>
        <w:rPr>
          <w:b/>
          <w:lang w:val="uk-UA"/>
        </w:rPr>
      </w:pPr>
    </w:p>
    <w:p w:rsidR="00843279" w:rsidRPr="00F52186" w:rsidRDefault="00843279" w:rsidP="00161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  <w:lang w:val="uk-UA"/>
        </w:rPr>
      </w:pPr>
    </w:p>
    <w:p w:rsidR="00843279" w:rsidRPr="00F52186" w:rsidRDefault="00843279" w:rsidP="00161168">
      <w:pPr>
        <w:ind w:firstLine="567"/>
        <w:rPr>
          <w:lang w:val="fr-FR"/>
        </w:rPr>
      </w:pPr>
    </w:p>
    <w:sectPr w:rsidR="00843279" w:rsidRPr="00F52186" w:rsidSect="00271845">
      <w:footerReference w:type="even" r:id="rId7"/>
      <w:footerReference w:type="default" r:id="rId8"/>
      <w:pgSz w:w="11906" w:h="16838"/>
      <w:pgMar w:top="567" w:right="454" w:bottom="454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279" w:rsidRDefault="00843279">
      <w:r>
        <w:separator/>
      </w:r>
    </w:p>
  </w:endnote>
  <w:endnote w:type="continuationSeparator" w:id="0">
    <w:p w:rsidR="00843279" w:rsidRDefault="00843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279" w:rsidRDefault="00843279" w:rsidP="005B4A5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43279" w:rsidRDefault="0084327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279" w:rsidRDefault="00843279" w:rsidP="005B4A5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843279" w:rsidRDefault="008432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279" w:rsidRDefault="00843279">
      <w:r>
        <w:separator/>
      </w:r>
    </w:p>
  </w:footnote>
  <w:footnote w:type="continuationSeparator" w:id="0">
    <w:p w:rsidR="00843279" w:rsidRDefault="008432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71734"/>
    <w:multiLevelType w:val="hybridMultilevel"/>
    <w:tmpl w:val="C93CA99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8663415"/>
    <w:multiLevelType w:val="hybridMultilevel"/>
    <w:tmpl w:val="1F542CB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3C05"/>
    <w:rsid w:val="00097071"/>
    <w:rsid w:val="000D023B"/>
    <w:rsid w:val="000E6319"/>
    <w:rsid w:val="00161168"/>
    <w:rsid w:val="001E19B2"/>
    <w:rsid w:val="001E75AD"/>
    <w:rsid w:val="00200A40"/>
    <w:rsid w:val="00231354"/>
    <w:rsid w:val="00271845"/>
    <w:rsid w:val="0055663F"/>
    <w:rsid w:val="00571386"/>
    <w:rsid w:val="005B4A53"/>
    <w:rsid w:val="0065596E"/>
    <w:rsid w:val="006D1547"/>
    <w:rsid w:val="007F4F46"/>
    <w:rsid w:val="0083784F"/>
    <w:rsid w:val="00843279"/>
    <w:rsid w:val="008B4E1E"/>
    <w:rsid w:val="008B6CC4"/>
    <w:rsid w:val="00903C05"/>
    <w:rsid w:val="00B872FC"/>
    <w:rsid w:val="00BA33CA"/>
    <w:rsid w:val="00C251D5"/>
    <w:rsid w:val="00DB7F68"/>
    <w:rsid w:val="00E1557F"/>
    <w:rsid w:val="00E16CF7"/>
    <w:rsid w:val="00F36594"/>
    <w:rsid w:val="00F52186"/>
    <w:rsid w:val="00FA684B"/>
    <w:rsid w:val="00FB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sz w:val="22"/>
        <w:szCs w:val="22"/>
        <w:lang w:val="uk-UA" w:eastAsia="uk-UA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1E75A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03C05"/>
    <w:pPr>
      <w:keepNext/>
      <w:keepLines/>
      <w:spacing w:before="360" w:after="80"/>
      <w:outlineLvl w:val="0"/>
    </w:pPr>
    <w:rPr>
      <w:rFonts w:ascii="Calibri Light" w:hAnsi="Calibri Light"/>
      <w:color w:val="2F5496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03C05"/>
    <w:pPr>
      <w:keepNext/>
      <w:keepLines/>
      <w:spacing w:before="160" w:after="80"/>
      <w:outlineLvl w:val="1"/>
    </w:pPr>
    <w:rPr>
      <w:rFonts w:ascii="Calibri Light" w:hAnsi="Calibri Light"/>
      <w:color w:val="2F5496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03C05"/>
    <w:pPr>
      <w:keepNext/>
      <w:keepLines/>
      <w:spacing w:before="160" w:after="80"/>
      <w:outlineLvl w:val="2"/>
    </w:pPr>
    <w:rPr>
      <w:color w:val="2F5496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03C05"/>
    <w:pPr>
      <w:keepNext/>
      <w:keepLines/>
      <w:spacing w:before="80" w:after="40"/>
      <w:outlineLvl w:val="3"/>
    </w:pPr>
    <w:rPr>
      <w:i/>
      <w:iCs/>
      <w:color w:val="2F549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03C05"/>
    <w:pPr>
      <w:keepNext/>
      <w:keepLines/>
      <w:spacing w:before="80" w:after="40"/>
      <w:outlineLvl w:val="4"/>
    </w:pPr>
    <w:rPr>
      <w:color w:val="2F549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03C05"/>
    <w:pPr>
      <w:keepNext/>
      <w:keepLines/>
      <w:spacing w:before="40"/>
      <w:outlineLvl w:val="5"/>
    </w:pPr>
    <w:rPr>
      <w:i/>
      <w:iCs/>
      <w:color w:val="595959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03C05"/>
    <w:pPr>
      <w:keepNext/>
      <w:keepLines/>
      <w:spacing w:before="40"/>
      <w:outlineLvl w:val="6"/>
    </w:pPr>
    <w:rPr>
      <w:color w:val="595959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03C05"/>
    <w:pPr>
      <w:keepNext/>
      <w:keepLines/>
      <w:outlineLvl w:val="7"/>
    </w:pPr>
    <w:rPr>
      <w:i/>
      <w:iCs/>
      <w:color w:val="272727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03C05"/>
    <w:pPr>
      <w:keepNext/>
      <w:keepLines/>
      <w:outlineLvl w:val="8"/>
    </w:pPr>
    <w:rPr>
      <w:color w:val="2727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03C05"/>
    <w:rPr>
      <w:rFonts w:ascii="Calibri Light" w:hAnsi="Calibri Light"/>
      <w:color w:val="2F5496"/>
      <w:sz w:val="40"/>
      <w:lang w:val="uk-UA" w:eastAsia="x-none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03C05"/>
    <w:rPr>
      <w:rFonts w:ascii="Calibri Light" w:hAnsi="Calibri Light"/>
      <w:color w:val="2F5496"/>
      <w:sz w:val="32"/>
      <w:lang w:val="uk-UA" w:eastAsia="x-none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03C05"/>
    <w:rPr>
      <w:rFonts w:eastAsia="Times New Roman"/>
      <w:color w:val="2F5496"/>
      <w:sz w:val="28"/>
      <w:lang w:val="uk-UA" w:eastAsia="x-none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03C05"/>
    <w:rPr>
      <w:rFonts w:eastAsia="Times New Roman"/>
      <w:i/>
      <w:color w:val="2F5496"/>
      <w:lang w:val="uk-UA" w:eastAsia="x-none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903C05"/>
    <w:rPr>
      <w:rFonts w:eastAsia="Times New Roman"/>
      <w:color w:val="2F5496"/>
      <w:lang w:val="uk-UA" w:eastAsia="x-none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903C05"/>
    <w:rPr>
      <w:rFonts w:eastAsia="Times New Roman"/>
      <w:i/>
      <w:color w:val="595959"/>
      <w:lang w:val="uk-UA" w:eastAsia="x-none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903C05"/>
    <w:rPr>
      <w:rFonts w:eastAsia="Times New Roman"/>
      <w:color w:val="595959"/>
      <w:lang w:val="uk-UA" w:eastAsia="x-none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903C05"/>
    <w:rPr>
      <w:rFonts w:eastAsia="Times New Roman"/>
      <w:i/>
      <w:color w:val="272727"/>
      <w:lang w:val="uk-UA" w:eastAsia="x-none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03C05"/>
    <w:rPr>
      <w:rFonts w:eastAsia="Times New Roman"/>
      <w:color w:val="272727"/>
      <w:lang w:val="uk-UA" w:eastAsia="x-none"/>
    </w:rPr>
  </w:style>
  <w:style w:type="paragraph" w:styleId="Title">
    <w:name w:val="Title"/>
    <w:basedOn w:val="Normal"/>
    <w:next w:val="Normal"/>
    <w:link w:val="TitleChar"/>
    <w:uiPriority w:val="99"/>
    <w:qFormat/>
    <w:rsid w:val="00903C05"/>
    <w:pPr>
      <w:spacing w:after="80"/>
      <w:contextualSpacing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locked/>
    <w:rsid w:val="00903C05"/>
    <w:rPr>
      <w:rFonts w:ascii="Calibri Light" w:hAnsi="Calibri Light"/>
      <w:spacing w:val="-10"/>
      <w:kern w:val="28"/>
      <w:sz w:val="56"/>
      <w:lang w:val="uk-UA" w:eastAsia="x-none"/>
    </w:rPr>
  </w:style>
  <w:style w:type="paragraph" w:styleId="Subtitle">
    <w:name w:val="Subtitle"/>
    <w:basedOn w:val="Normal"/>
    <w:next w:val="Normal"/>
    <w:link w:val="SubtitleChar"/>
    <w:uiPriority w:val="99"/>
    <w:qFormat/>
    <w:rsid w:val="00903C05"/>
    <w:pPr>
      <w:numPr>
        <w:ilvl w:val="1"/>
      </w:numPr>
    </w:pPr>
    <w:rPr>
      <w:color w:val="595959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903C05"/>
    <w:rPr>
      <w:rFonts w:eastAsia="Times New Roman"/>
      <w:color w:val="595959"/>
      <w:spacing w:val="15"/>
      <w:sz w:val="28"/>
      <w:lang w:val="uk-UA" w:eastAsia="x-none"/>
    </w:rPr>
  </w:style>
  <w:style w:type="paragraph" w:styleId="Quote">
    <w:name w:val="Quote"/>
    <w:basedOn w:val="Normal"/>
    <w:next w:val="Normal"/>
    <w:link w:val="QuoteChar"/>
    <w:uiPriority w:val="99"/>
    <w:qFormat/>
    <w:rsid w:val="00903C05"/>
    <w:pPr>
      <w:spacing w:before="160"/>
      <w:jc w:val="center"/>
    </w:pPr>
    <w:rPr>
      <w:i/>
      <w:iCs/>
      <w:color w:val="404040"/>
    </w:rPr>
  </w:style>
  <w:style w:type="character" w:customStyle="1" w:styleId="QuoteChar">
    <w:name w:val="Quote Char"/>
    <w:basedOn w:val="DefaultParagraphFont"/>
    <w:link w:val="Quote"/>
    <w:uiPriority w:val="99"/>
    <w:locked/>
    <w:rsid w:val="00903C05"/>
    <w:rPr>
      <w:i/>
      <w:color w:val="404040"/>
      <w:lang w:val="uk-UA" w:eastAsia="x-none"/>
    </w:rPr>
  </w:style>
  <w:style w:type="paragraph" w:styleId="ListParagraph">
    <w:name w:val="List Paragraph"/>
    <w:basedOn w:val="Normal"/>
    <w:uiPriority w:val="99"/>
    <w:qFormat/>
    <w:rsid w:val="00903C05"/>
    <w:pPr>
      <w:ind w:left="720"/>
      <w:contextualSpacing/>
    </w:pPr>
  </w:style>
  <w:style w:type="character" w:styleId="IntenseEmphasis">
    <w:name w:val="Intense Emphasis"/>
    <w:basedOn w:val="DefaultParagraphFont"/>
    <w:uiPriority w:val="99"/>
    <w:qFormat/>
    <w:rsid w:val="00903C05"/>
    <w:rPr>
      <w:i/>
      <w:color w:val="2F5496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903C05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903C05"/>
    <w:rPr>
      <w:i/>
      <w:color w:val="2F5496"/>
      <w:lang w:val="uk-UA" w:eastAsia="x-none"/>
    </w:rPr>
  </w:style>
  <w:style w:type="character" w:styleId="IntenseReference">
    <w:name w:val="Intense Reference"/>
    <w:basedOn w:val="DefaultParagraphFont"/>
    <w:uiPriority w:val="99"/>
    <w:qFormat/>
    <w:rsid w:val="00903C05"/>
    <w:rPr>
      <w:b/>
      <w:smallCaps/>
      <w:color w:val="2F5496"/>
      <w:spacing w:val="5"/>
    </w:rPr>
  </w:style>
  <w:style w:type="paragraph" w:styleId="BodyText2">
    <w:name w:val="Body Text 2"/>
    <w:basedOn w:val="Normal"/>
    <w:link w:val="BodyText2Char"/>
    <w:uiPriority w:val="99"/>
    <w:rsid w:val="001E75AD"/>
    <w:pPr>
      <w:jc w:val="both"/>
    </w:pPr>
    <w:rPr>
      <w:b/>
      <w:bCs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1E75AD"/>
    <w:rPr>
      <w:rFonts w:ascii="Times New Roman" w:hAnsi="Times New Roman"/>
      <w:b/>
      <w:kern w:val="0"/>
      <w:sz w:val="24"/>
      <w:lang w:val="uk-UA" w:eastAsia="ru-RU"/>
    </w:rPr>
  </w:style>
  <w:style w:type="paragraph" w:styleId="BodyText3">
    <w:name w:val="Body Text 3"/>
    <w:basedOn w:val="Normal"/>
    <w:link w:val="BodyText3Char"/>
    <w:uiPriority w:val="99"/>
    <w:rsid w:val="001E75A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1E75AD"/>
    <w:rPr>
      <w:rFonts w:ascii="Times New Roman" w:hAnsi="Times New Roman"/>
      <w:kern w:val="0"/>
      <w:sz w:val="16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1E75A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1E75AD"/>
    <w:rPr>
      <w:rFonts w:ascii="Times New Roman" w:hAnsi="Times New Roman"/>
      <w:kern w:val="0"/>
      <w:sz w:val="24"/>
      <w:lang w:val="ru-RU" w:eastAsia="ru-RU"/>
    </w:rPr>
  </w:style>
  <w:style w:type="paragraph" w:customStyle="1" w:styleId="21">
    <w:name w:val="Основний текст 21"/>
    <w:basedOn w:val="Normal"/>
    <w:uiPriority w:val="99"/>
    <w:rsid w:val="001E75AD"/>
    <w:pPr>
      <w:suppressAutoHyphens/>
      <w:jc w:val="both"/>
    </w:pPr>
    <w:rPr>
      <w:b/>
      <w:bCs/>
      <w:lang w:val="uk-UA" w:eastAsia="ar-SA"/>
    </w:rPr>
  </w:style>
  <w:style w:type="paragraph" w:styleId="Header">
    <w:name w:val="header"/>
    <w:basedOn w:val="Normal"/>
    <w:link w:val="HeaderChar"/>
    <w:uiPriority w:val="99"/>
    <w:locked/>
    <w:rsid w:val="00271845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3E3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locked/>
    <w:rsid w:val="00271845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3E3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PageNumber">
    <w:name w:val="page number"/>
    <w:basedOn w:val="DefaultParagraphFont"/>
    <w:uiPriority w:val="99"/>
    <w:locked/>
    <w:rsid w:val="0027184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115</TotalTime>
  <Pages>3</Pages>
  <Words>4410</Words>
  <Characters>2514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Yohou</dc:creator>
  <cp:keywords/>
  <dc:description/>
  <cp:lastModifiedBy>Vezdenko</cp:lastModifiedBy>
  <cp:revision>11</cp:revision>
  <dcterms:created xsi:type="dcterms:W3CDTF">2025-02-17T10:57:00Z</dcterms:created>
  <dcterms:modified xsi:type="dcterms:W3CDTF">2025-09-19T09:10:00Z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0x010100125B38E52B1F774EBA6B0862F870C916</vt:lpwstr>
  </property>
  <property fmtid="{D5CDD505-2E9C-101B-9397-08002B2CF9AE}" pid="3" name="MediaServiceImageTags">
    <vt:lpwstr/>
  </property>
  <property fmtid="{D5CDD505-2E9C-101B-9397-08002B2CF9AE}" pid="4" name="lcf76f155ced4ddcb4097134ff3c332f">
    <vt:lpwstr/>
  </property>
  <property fmtid="{D5CDD505-2E9C-101B-9397-08002B2CF9AE}" pid="5" name="TaxCatchAll">
    <vt:lpwstr/>
  </property>
</Properties>
</file>